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977B0" w14:textId="6AF44D16" w:rsidR="00313D40" w:rsidRPr="000A0CF4" w:rsidRDefault="000A0CF4" w:rsidP="000A0CF4">
      <w:pPr>
        <w:spacing w:after="120"/>
        <w:ind w:left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2340" behindDoc="0" locked="0" layoutInCell="1" allowOverlap="1" wp14:anchorId="6A39C166" wp14:editId="6E64BE6D">
            <wp:simplePos x="0" y="0"/>
            <wp:positionH relativeFrom="column">
              <wp:posOffset>-90805</wp:posOffset>
            </wp:positionH>
            <wp:positionV relativeFrom="paragraph">
              <wp:posOffset>-193550</wp:posOffset>
            </wp:positionV>
            <wp:extent cx="827405" cy="568325"/>
            <wp:effectExtent l="53340" t="0" r="0" b="0"/>
            <wp:wrapNone/>
            <wp:docPr id="14" name="Picture 1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0AE0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4" behindDoc="0" locked="0" layoutInCell="1" allowOverlap="1" wp14:anchorId="35895F91" wp14:editId="332F8A4A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0AE0" w:rsidRPr="00525119">
        <w:rPr>
          <w:rFonts w:ascii="Kristen ITC" w:hAnsi="Kristen ITC"/>
          <w:b/>
        </w:rPr>
        <w:t xml:space="preserve"> </w:t>
      </w:r>
      <w:r w:rsidR="00313D40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1316" behindDoc="0" locked="0" layoutInCell="1" allowOverlap="1" wp14:anchorId="2C5459D6" wp14:editId="3B074082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2" name="Picture 2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3D40" w:rsidRPr="00525119">
        <w:rPr>
          <w:rFonts w:ascii="Kristen ITC" w:hAnsi="Kristen ITC"/>
          <w:b/>
        </w:rPr>
        <w:t xml:space="preserve"> </w:t>
      </w:r>
      <w:r w:rsidR="00313D40" w:rsidRPr="0090117B">
        <w:rPr>
          <w:rFonts w:ascii="Segoe Print" w:hAnsi="Segoe Print"/>
          <w:b/>
          <w:sz w:val="24"/>
        </w:rPr>
        <w:t xml:space="preserve">BBQ </w:t>
      </w:r>
      <w:r w:rsidR="00313D40">
        <w:rPr>
          <w:rFonts w:ascii="Segoe Print" w:hAnsi="Segoe Print"/>
          <w:b/>
          <w:sz w:val="24"/>
        </w:rPr>
        <w:t>30</w:t>
      </w:r>
      <w:r w:rsidR="00313D40" w:rsidRPr="0090117B">
        <w:rPr>
          <w:rFonts w:ascii="Segoe Print" w:hAnsi="Segoe Print"/>
          <w:b/>
          <w:sz w:val="24"/>
        </w:rPr>
        <w:t>.</w:t>
      </w:r>
      <w:r w:rsidR="00313D40">
        <w:rPr>
          <w:rFonts w:ascii="Segoe Print" w:hAnsi="Segoe Print"/>
          <w:b/>
          <w:sz w:val="24"/>
        </w:rPr>
        <w:t>4</w:t>
      </w:r>
      <w:r w:rsidR="00313D40" w:rsidRPr="0090117B">
        <w:rPr>
          <w:rFonts w:ascii="Segoe Print" w:hAnsi="Segoe Print"/>
          <w:b/>
          <w:sz w:val="24"/>
        </w:rPr>
        <w:t xml:space="preserve"> FOUNDATION</w:t>
      </w:r>
      <w:r w:rsidR="00313D40">
        <w:rPr>
          <w:rFonts w:ascii="Segoe Print" w:hAnsi="Segoe Print"/>
          <w:b/>
          <w:sz w:val="24"/>
        </w:rPr>
        <w:tab/>
        <w:t>Formula and Facts Revision</w:t>
      </w:r>
      <w:r w:rsidR="00313D40">
        <w:rPr>
          <w:rFonts w:ascii="Segoe Print" w:hAnsi="Segoe Print"/>
          <w:b/>
          <w:sz w:val="24"/>
        </w:rPr>
        <w:tab/>
      </w:r>
      <w:r w:rsidR="00313D40">
        <w:rPr>
          <w:rFonts w:ascii="Segoe Print" w:hAnsi="Segoe Print"/>
          <w:b/>
          <w:sz w:val="24"/>
        </w:rPr>
        <w:tab/>
      </w:r>
      <w:r w:rsidR="00313D40">
        <w:rPr>
          <w:rFonts w:ascii="Segoe Print" w:hAnsi="Segoe Print"/>
          <w:b/>
          <w:sz w:val="24"/>
        </w:rPr>
        <w:tab/>
      </w:r>
      <w:r w:rsidR="00313D40">
        <w:rPr>
          <w:rFonts w:ascii="Segoe Print" w:hAnsi="Segoe Print"/>
          <w:b/>
          <w:sz w:val="24"/>
        </w:rPr>
        <w:tab/>
      </w:r>
    </w:p>
    <w:p w14:paraId="6D119B4A" w14:textId="77777777" w:rsidR="00313D40" w:rsidRDefault="00313D40" w:rsidP="00313D40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313D40" w:rsidRPr="000A63AF" w14:paraId="2368CE9C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77F4591" w14:textId="77777777" w:rsidR="00313D40" w:rsidRPr="00C240D5" w:rsidRDefault="00313D40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489CA3DE" w14:textId="77777777" w:rsidR="00313D40" w:rsidRDefault="00313D40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Calculate area of the trapezium:</w:t>
            </w:r>
          </w:p>
          <w:p w14:paraId="3C474D78" w14:textId="77777777" w:rsidR="00313D40" w:rsidRPr="00FB0E81" w:rsidRDefault="00313D40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95E45">
              <w:rPr>
                <w:rFonts w:ascii="Avenir Book" w:hAnsi="Avenir Book"/>
                <w:noProof/>
              </w:rPr>
              <w:drawing>
                <wp:inline distT="0" distB="0" distL="0" distR="0" wp14:anchorId="204285EF" wp14:editId="3318D8F9">
                  <wp:extent cx="850900" cy="758765"/>
                  <wp:effectExtent l="0" t="0" r="0" b="381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099" cy="76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right w:val="nil"/>
            </w:tcBorders>
          </w:tcPr>
          <w:p w14:paraId="1673DBEC" w14:textId="77777777" w:rsidR="00313D40" w:rsidRPr="00C240D5" w:rsidRDefault="00313D40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75C8B2B7" w14:textId="77777777" w:rsidR="00313D40" w:rsidRDefault="00313D40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Convert:</w:t>
            </w:r>
          </w:p>
          <w:p w14:paraId="2F7D0959" w14:textId="77777777" w:rsidR="00313D40" w:rsidRDefault="00313D40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53mm to m</w:t>
            </w:r>
          </w:p>
          <w:p w14:paraId="6ADC6057" w14:textId="77777777" w:rsidR="00313D40" w:rsidRPr="000A63AF" w:rsidRDefault="00313D40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25cl to litres</w:t>
            </w:r>
          </w:p>
        </w:tc>
      </w:tr>
      <w:tr w:rsidR="00313D40" w:rsidRPr="00C240D5" w14:paraId="40F8094D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6CB0AD2" w14:textId="77777777" w:rsidR="00313D40" w:rsidRPr="00C240D5" w:rsidRDefault="00313D40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66ACD17" w14:textId="77777777" w:rsidR="00313D40" w:rsidRDefault="00313D40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Find the area of the circle which has a diameter of 26.5cm:</w:t>
            </w:r>
          </w:p>
          <w:p w14:paraId="3A4ACB0A" w14:textId="77777777" w:rsidR="00313D40" w:rsidRPr="00C240D5" w:rsidRDefault="00313D40" w:rsidP="00EA5960">
            <w:pPr>
              <w:spacing w:before="120" w:after="0"/>
              <w:rPr>
                <w:rFonts w:ascii="Avenir Book" w:hAnsi="Avenir Book"/>
              </w:rPr>
            </w:pPr>
            <w:r w:rsidRPr="005C118C">
              <w:rPr>
                <w:rFonts w:ascii="Avenir Book" w:hAnsi="Avenir Book"/>
                <w:noProof/>
              </w:rPr>
              <w:drawing>
                <wp:inline distT="0" distB="0" distL="0" distR="0" wp14:anchorId="5B48964E" wp14:editId="0ABB23FA">
                  <wp:extent cx="870733" cy="825500"/>
                  <wp:effectExtent l="0" t="0" r="571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445" cy="834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25C16BF" w14:textId="77777777" w:rsidR="00313D40" w:rsidRPr="00C240D5" w:rsidRDefault="00313D40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01E18E9C" w14:textId="77777777" w:rsidR="00313D40" w:rsidRDefault="00313D40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An object has mass 450kg and a volume of 50m</w:t>
            </w:r>
            <w:r>
              <w:rPr>
                <w:rFonts w:ascii="Avenir Book" w:hAnsi="Avenir Book"/>
                <w:vertAlign w:val="superscript"/>
              </w:rPr>
              <w:t>3</w:t>
            </w:r>
            <w:r>
              <w:rPr>
                <w:rFonts w:ascii="Avenir Book" w:hAnsi="Avenir Book"/>
              </w:rPr>
              <w:t xml:space="preserve">.  </w:t>
            </w:r>
          </w:p>
          <w:p w14:paraId="45289564" w14:textId="77777777" w:rsidR="00313D40" w:rsidRPr="00C240D5" w:rsidRDefault="00313D40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What is its density?</w:t>
            </w:r>
          </w:p>
        </w:tc>
      </w:tr>
      <w:tr w:rsidR="00313D40" w:rsidRPr="00C240D5" w14:paraId="2AA72B6D" w14:textId="77777777" w:rsidTr="00EA5960">
        <w:trPr>
          <w:trHeight w:val="1839"/>
        </w:trPr>
        <w:tc>
          <w:tcPr>
            <w:tcW w:w="421" w:type="dxa"/>
            <w:tcBorders>
              <w:right w:val="nil"/>
            </w:tcBorders>
          </w:tcPr>
          <w:p w14:paraId="0689B601" w14:textId="77777777" w:rsidR="00313D40" w:rsidRPr="00C240D5" w:rsidRDefault="00313D40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C17EE78" w14:textId="77777777" w:rsidR="00313D40" w:rsidRDefault="00313D40" w:rsidP="00EA5960">
            <w:pPr>
              <w:spacing w:before="120" w:after="0"/>
              <w:rPr>
                <w:rFonts w:ascii="Avenir Book" w:hAnsi="Avenir Book"/>
              </w:rPr>
            </w:pPr>
            <w:r w:rsidRPr="007817BF">
              <w:rPr>
                <w:rFonts w:ascii="Avenir Book" w:hAnsi="Avenir Book"/>
                <w:noProof/>
              </w:rPr>
              <w:drawing>
                <wp:anchor distT="0" distB="0" distL="114300" distR="114300" simplePos="0" relativeHeight="251664388" behindDoc="1" locked="0" layoutInCell="1" allowOverlap="1" wp14:anchorId="485FE80A" wp14:editId="2255A6A5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39370</wp:posOffset>
                  </wp:positionV>
                  <wp:extent cx="970280" cy="1181100"/>
                  <wp:effectExtent l="0" t="0" r="0" b="0"/>
                  <wp:wrapTight wrapText="bothSides">
                    <wp:wrapPolygon edited="0">
                      <wp:start x="0" y="0"/>
                      <wp:lineTo x="0" y="21368"/>
                      <wp:lineTo x="21204" y="21368"/>
                      <wp:lineTo x="21204" y="0"/>
                      <wp:lineTo x="0" y="0"/>
                    </wp:wrapPolygon>
                  </wp:wrapTight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8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4" behindDoc="0" locked="0" layoutInCell="1" allowOverlap="1" wp14:anchorId="4AE6C7B4" wp14:editId="12883456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Calculate the missing length d:</w:t>
            </w:r>
          </w:p>
          <w:p w14:paraId="6D2474F1" w14:textId="77777777" w:rsidR="00313D40" w:rsidRPr="00C240D5" w:rsidRDefault="00313D40" w:rsidP="00EA5960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6DAA7865" w14:textId="77777777" w:rsidR="000A0CF4" w:rsidRDefault="000A0CF4" w:rsidP="000A0CF4">
      <w:pPr>
        <w:spacing w:after="1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8484" behindDoc="0" locked="0" layoutInCell="1" allowOverlap="1" wp14:anchorId="558232D6" wp14:editId="7EE53173">
            <wp:simplePos x="0" y="0"/>
            <wp:positionH relativeFrom="column">
              <wp:posOffset>-90232</wp:posOffset>
            </wp:positionH>
            <wp:positionV relativeFrom="paragraph">
              <wp:posOffset>93466</wp:posOffset>
            </wp:positionV>
            <wp:extent cx="827405" cy="568325"/>
            <wp:effectExtent l="53340" t="0" r="0" b="0"/>
            <wp:wrapNone/>
            <wp:docPr id="20" name="Picture 2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6436" behindDoc="0" locked="0" layoutInCell="1" allowOverlap="1" wp14:anchorId="39A716B1" wp14:editId="5A1E5F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1" name="Picture 2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7460" behindDoc="0" locked="0" layoutInCell="1" allowOverlap="1" wp14:anchorId="5A3C5AAE" wp14:editId="586FA96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3FD9B87F" w14:textId="77777777" w:rsidR="000A0CF4" w:rsidRDefault="000A0CF4" w:rsidP="000A0CF4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30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  <w:t>Formula and Facts Revision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E87B914" w14:textId="77777777" w:rsidR="000A0CF4" w:rsidRDefault="000A0CF4" w:rsidP="000A0CF4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0A0CF4" w:rsidRPr="000A63AF" w14:paraId="6FE0E513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7D3FF0B" w14:textId="77777777" w:rsidR="000A0CF4" w:rsidRPr="00C240D5" w:rsidRDefault="000A0CF4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7AEC2D79" w14:textId="77777777" w:rsidR="000A0CF4" w:rsidRDefault="000A0CF4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Calculate area of the trapezium:</w:t>
            </w:r>
          </w:p>
          <w:p w14:paraId="51996B0D" w14:textId="77777777" w:rsidR="000A0CF4" w:rsidRPr="00FB0E81" w:rsidRDefault="000A0CF4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95E45">
              <w:rPr>
                <w:rFonts w:ascii="Avenir Book" w:hAnsi="Avenir Book"/>
                <w:noProof/>
              </w:rPr>
              <w:drawing>
                <wp:inline distT="0" distB="0" distL="0" distR="0" wp14:anchorId="4EC2358C" wp14:editId="0B8D1BFF">
                  <wp:extent cx="850900" cy="758765"/>
                  <wp:effectExtent l="0" t="0" r="0" b="381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099" cy="76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right w:val="nil"/>
            </w:tcBorders>
          </w:tcPr>
          <w:p w14:paraId="05ACA160" w14:textId="77777777" w:rsidR="000A0CF4" w:rsidRPr="00C240D5" w:rsidRDefault="000A0CF4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4AB79693" w14:textId="77777777" w:rsidR="000A0CF4" w:rsidRDefault="000A0CF4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Convert:</w:t>
            </w:r>
          </w:p>
          <w:p w14:paraId="00184FCF" w14:textId="77777777" w:rsidR="000A0CF4" w:rsidRDefault="000A0CF4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53mm to m</w:t>
            </w:r>
          </w:p>
          <w:p w14:paraId="3FBA79D6" w14:textId="77777777" w:rsidR="000A0CF4" w:rsidRPr="000A63AF" w:rsidRDefault="000A0CF4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25cl to litres</w:t>
            </w:r>
          </w:p>
        </w:tc>
      </w:tr>
      <w:tr w:rsidR="000A0CF4" w:rsidRPr="00C240D5" w14:paraId="1AE42205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1C10BAE" w14:textId="77777777" w:rsidR="000A0CF4" w:rsidRPr="00C240D5" w:rsidRDefault="000A0CF4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05E9DCC5" w14:textId="77777777" w:rsidR="000A0CF4" w:rsidRDefault="000A0CF4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Find the area of the circle which has a diameter of 26.5cm:</w:t>
            </w:r>
          </w:p>
          <w:p w14:paraId="77C71AC6" w14:textId="77777777" w:rsidR="000A0CF4" w:rsidRPr="00C240D5" w:rsidRDefault="000A0CF4" w:rsidP="00EA5960">
            <w:pPr>
              <w:spacing w:before="120" w:after="0"/>
              <w:rPr>
                <w:rFonts w:ascii="Avenir Book" w:hAnsi="Avenir Book"/>
              </w:rPr>
            </w:pPr>
            <w:r w:rsidRPr="005C118C">
              <w:rPr>
                <w:rFonts w:ascii="Avenir Book" w:hAnsi="Avenir Book"/>
                <w:noProof/>
              </w:rPr>
              <w:drawing>
                <wp:inline distT="0" distB="0" distL="0" distR="0" wp14:anchorId="3F77BAD6" wp14:editId="6F477C3B">
                  <wp:extent cx="870733" cy="825500"/>
                  <wp:effectExtent l="0" t="0" r="571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445" cy="834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C5B1A63" w14:textId="77777777" w:rsidR="000A0CF4" w:rsidRPr="00C240D5" w:rsidRDefault="000A0CF4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E101691" w14:textId="77777777" w:rsidR="000A0CF4" w:rsidRDefault="000A0CF4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An object has mass 450kg and a volume of 50m</w:t>
            </w:r>
            <w:r>
              <w:rPr>
                <w:rFonts w:ascii="Avenir Book" w:hAnsi="Avenir Book"/>
                <w:vertAlign w:val="superscript"/>
              </w:rPr>
              <w:t>3</w:t>
            </w:r>
            <w:r>
              <w:rPr>
                <w:rFonts w:ascii="Avenir Book" w:hAnsi="Avenir Book"/>
              </w:rPr>
              <w:t xml:space="preserve">.  </w:t>
            </w:r>
          </w:p>
          <w:p w14:paraId="0A3E80E9" w14:textId="77777777" w:rsidR="000A0CF4" w:rsidRPr="00C240D5" w:rsidRDefault="000A0CF4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What is its density?</w:t>
            </w:r>
          </w:p>
        </w:tc>
      </w:tr>
      <w:tr w:rsidR="000A0CF4" w:rsidRPr="00C240D5" w14:paraId="70BB1E31" w14:textId="77777777" w:rsidTr="00EA5960">
        <w:trPr>
          <w:trHeight w:val="1839"/>
        </w:trPr>
        <w:tc>
          <w:tcPr>
            <w:tcW w:w="421" w:type="dxa"/>
            <w:tcBorders>
              <w:right w:val="nil"/>
            </w:tcBorders>
          </w:tcPr>
          <w:p w14:paraId="3CF9D636" w14:textId="77777777" w:rsidR="000A0CF4" w:rsidRPr="00C240D5" w:rsidRDefault="000A0CF4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79B9887" w14:textId="77777777" w:rsidR="000A0CF4" w:rsidRDefault="000A0CF4" w:rsidP="00EA5960">
            <w:pPr>
              <w:spacing w:before="120" w:after="0"/>
              <w:rPr>
                <w:rFonts w:ascii="Avenir Book" w:hAnsi="Avenir Book"/>
              </w:rPr>
            </w:pPr>
            <w:r w:rsidRPr="007817BF">
              <w:rPr>
                <w:rFonts w:ascii="Avenir Book" w:hAnsi="Avenir Book"/>
                <w:noProof/>
              </w:rPr>
              <w:drawing>
                <wp:anchor distT="0" distB="0" distL="114300" distR="114300" simplePos="0" relativeHeight="251670532" behindDoc="1" locked="0" layoutInCell="1" allowOverlap="1" wp14:anchorId="2475D121" wp14:editId="56E4B5D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39370</wp:posOffset>
                  </wp:positionV>
                  <wp:extent cx="970280" cy="1181100"/>
                  <wp:effectExtent l="0" t="0" r="0" b="0"/>
                  <wp:wrapTight wrapText="bothSides">
                    <wp:wrapPolygon edited="0">
                      <wp:start x="0" y="0"/>
                      <wp:lineTo x="0" y="21368"/>
                      <wp:lineTo x="21204" y="21368"/>
                      <wp:lineTo x="21204" y="0"/>
                      <wp:lineTo x="0" y="0"/>
                    </wp:wrapPolygon>
                  </wp:wrapTight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8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69508" behindDoc="0" locked="0" layoutInCell="1" allowOverlap="1" wp14:anchorId="1F2073DD" wp14:editId="3B09A3B3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Calculate the missing length d:</w:t>
            </w:r>
          </w:p>
          <w:p w14:paraId="073754C1" w14:textId="77777777" w:rsidR="000A0CF4" w:rsidRPr="00C240D5" w:rsidRDefault="000A0CF4" w:rsidP="00EA5960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7AC000C3" w14:textId="74E5E92E" w:rsidR="00130AE0" w:rsidRDefault="00130AE0" w:rsidP="00130AE0">
      <w:pPr>
        <w:spacing w:after="120"/>
        <w:ind w:firstLine="720"/>
        <w:rPr>
          <w:rFonts w:ascii="Kristen ITC" w:hAnsi="Kristen ITC"/>
          <w:b/>
        </w:rPr>
      </w:pPr>
    </w:p>
    <w:sectPr w:rsidR="00130AE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B2"/>
    <w:rsid w:val="000226A0"/>
    <w:rsid w:val="00051E75"/>
    <w:rsid w:val="00095E45"/>
    <w:rsid w:val="000A0CF4"/>
    <w:rsid w:val="000A43CA"/>
    <w:rsid w:val="000A63AF"/>
    <w:rsid w:val="00130AE0"/>
    <w:rsid w:val="00174F94"/>
    <w:rsid w:val="001826A9"/>
    <w:rsid w:val="00213C21"/>
    <w:rsid w:val="0024688E"/>
    <w:rsid w:val="002D06F2"/>
    <w:rsid w:val="002D5D86"/>
    <w:rsid w:val="002F58DA"/>
    <w:rsid w:val="00313D40"/>
    <w:rsid w:val="00333535"/>
    <w:rsid w:val="00374EB2"/>
    <w:rsid w:val="003F51D8"/>
    <w:rsid w:val="00482F6C"/>
    <w:rsid w:val="00505FC9"/>
    <w:rsid w:val="00525119"/>
    <w:rsid w:val="005C118C"/>
    <w:rsid w:val="00613791"/>
    <w:rsid w:val="00641107"/>
    <w:rsid w:val="0064471D"/>
    <w:rsid w:val="00705472"/>
    <w:rsid w:val="00724D3C"/>
    <w:rsid w:val="007817BF"/>
    <w:rsid w:val="007B4226"/>
    <w:rsid w:val="007C5701"/>
    <w:rsid w:val="007E2C1A"/>
    <w:rsid w:val="00877DD6"/>
    <w:rsid w:val="0090117B"/>
    <w:rsid w:val="00936770"/>
    <w:rsid w:val="0099142F"/>
    <w:rsid w:val="009D5FA0"/>
    <w:rsid w:val="00AD3C1A"/>
    <w:rsid w:val="00BB7916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4DDC"/>
  <w15:docId w15:val="{FACC3C83-A57B-EE48-AAB5-AD24F205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16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16</cp:revision>
  <dcterms:created xsi:type="dcterms:W3CDTF">2019-06-02T15:45:00Z</dcterms:created>
  <dcterms:modified xsi:type="dcterms:W3CDTF">2019-06-05T20:03:00Z</dcterms:modified>
</cp:coreProperties>
</file>